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BE5" w:rsidRPr="003A299F" w:rsidRDefault="00110574" w:rsidP="00D76AF8">
      <w:pPr>
        <w:pStyle w:val="berschrift1"/>
        <w:numPr>
          <w:ilvl w:val="0"/>
          <w:numId w:val="20"/>
        </w:numPr>
        <w:rPr>
          <w:rFonts w:ascii="Arial" w:hAnsi="Arial"/>
          <w:sz w:val="40"/>
        </w:rPr>
      </w:pPr>
      <w:r>
        <w:t>Verschlüsselung und Datensicherheit</w:t>
      </w:r>
    </w:p>
    <w:p w:rsidR="0054572E" w:rsidRDefault="0054572E" w:rsidP="0054572E">
      <w:pPr>
        <w:pStyle w:val="berschrift2"/>
        <w:numPr>
          <w:ilvl w:val="1"/>
          <w:numId w:val="32"/>
        </w:numPr>
        <w:spacing w:after="240"/>
        <w:ind w:left="709" w:hanging="709"/>
      </w:pPr>
      <w:bookmarkStart w:id="0" w:name="_Hlk495823081"/>
      <w:r>
        <w:t>Moderne Verschlüsselungsverfahren</w:t>
      </w:r>
    </w:p>
    <w:p w:rsidR="0054572E" w:rsidRPr="008706C9" w:rsidRDefault="0054572E" w:rsidP="0054572E">
      <w:pPr>
        <w:spacing w:before="120" w:after="80"/>
        <w:ind w:left="851" w:hanging="851"/>
        <w:rPr>
          <w:sz w:val="24"/>
        </w:rPr>
      </w:pPr>
      <w:r>
        <w:rPr>
          <w:sz w:val="24"/>
        </w:rPr>
        <w:t>Hinweis:</w:t>
      </w:r>
      <w:r w:rsidRPr="008706C9">
        <w:rPr>
          <w:sz w:val="24"/>
        </w:rPr>
        <w:tab/>
        <w:t xml:space="preserve">Beachten Sie zur Bearbeitung der nachfolgenden Aufgabenstellungen </w:t>
      </w:r>
    </w:p>
    <w:p w:rsidR="0054572E" w:rsidRPr="008706C9" w:rsidRDefault="0054572E" w:rsidP="0054572E">
      <w:pPr>
        <w:pStyle w:val="Listenabsatz"/>
        <w:numPr>
          <w:ilvl w:val="0"/>
          <w:numId w:val="31"/>
        </w:numPr>
        <w:tabs>
          <w:tab w:val="left" w:pos="3261"/>
        </w:tabs>
        <w:spacing w:before="80" w:after="0"/>
        <w:ind w:left="1134" w:hanging="283"/>
        <w:rPr>
          <w:sz w:val="24"/>
        </w:rPr>
      </w:pPr>
      <w:r w:rsidRPr="008706C9">
        <w:rPr>
          <w:sz w:val="24"/>
        </w:rPr>
        <w:t xml:space="preserve">das Video  </w:t>
      </w:r>
      <w:r w:rsidRPr="008706C9">
        <w:rPr>
          <w:sz w:val="24"/>
        </w:rPr>
        <w:tab/>
        <w:t>https://www.youtube.com/watch?v=4mbryW8fZrA</w:t>
      </w:r>
    </w:p>
    <w:p w:rsidR="0054572E" w:rsidRPr="008706C9" w:rsidRDefault="0054572E" w:rsidP="0054572E">
      <w:pPr>
        <w:pStyle w:val="Listenabsatz"/>
        <w:numPr>
          <w:ilvl w:val="0"/>
          <w:numId w:val="31"/>
        </w:numPr>
        <w:tabs>
          <w:tab w:val="left" w:pos="3261"/>
          <w:tab w:val="left" w:pos="6946"/>
        </w:tabs>
        <w:spacing w:before="80" w:after="0"/>
        <w:ind w:left="1134" w:right="-144" w:hanging="283"/>
        <w:rPr>
          <w:sz w:val="24"/>
        </w:rPr>
      </w:pPr>
      <w:r w:rsidRPr="008706C9">
        <w:rPr>
          <w:sz w:val="24"/>
        </w:rPr>
        <w:t>den Informationstext</w:t>
      </w:r>
      <w:r w:rsidRPr="008706C9">
        <w:rPr>
          <w:sz w:val="24"/>
        </w:rPr>
        <w:tab/>
      </w:r>
      <w:r w:rsidRPr="008706C9">
        <w:rPr>
          <w:i/>
          <w:sz w:val="24"/>
        </w:rPr>
        <w:t>L3 1.3 Informationsmaterial Asymmetrische Ver</w:t>
      </w:r>
      <w:r>
        <w:rPr>
          <w:i/>
          <w:sz w:val="24"/>
        </w:rPr>
        <w:t>-</w:t>
      </w:r>
      <w:r>
        <w:rPr>
          <w:i/>
          <w:sz w:val="24"/>
        </w:rPr>
        <w:br/>
      </w:r>
      <w:r>
        <w:rPr>
          <w:i/>
          <w:sz w:val="24"/>
        </w:rPr>
        <w:tab/>
      </w:r>
      <w:r>
        <w:rPr>
          <w:i/>
          <w:sz w:val="24"/>
        </w:rPr>
        <w:tab/>
      </w:r>
      <w:r w:rsidRPr="008706C9">
        <w:rPr>
          <w:i/>
          <w:sz w:val="24"/>
        </w:rPr>
        <w:t>schlüsselung.docx</w:t>
      </w:r>
    </w:p>
    <w:p w:rsidR="0054572E" w:rsidRPr="0054572E" w:rsidRDefault="0054572E" w:rsidP="0054572E">
      <w:pPr>
        <w:spacing w:after="0"/>
        <w:rPr>
          <w:rFonts w:cstheme="minorHAnsi"/>
          <w:sz w:val="24"/>
          <w:szCs w:val="24"/>
        </w:rPr>
      </w:pPr>
    </w:p>
    <w:p w:rsidR="0054572E" w:rsidRPr="0054572E" w:rsidRDefault="0054572E" w:rsidP="0054572E">
      <w:pPr>
        <w:pStyle w:val="berschrift3"/>
        <w:numPr>
          <w:ilvl w:val="2"/>
          <w:numId w:val="32"/>
        </w:numPr>
        <w:spacing w:before="0"/>
        <w:ind w:left="709" w:hanging="709"/>
        <w:rPr>
          <w:rFonts w:cstheme="minorHAnsi"/>
        </w:rPr>
      </w:pPr>
      <w:r w:rsidRPr="0054572E">
        <w:rPr>
          <w:rFonts w:cstheme="minorHAnsi"/>
        </w:rPr>
        <w:t>Was ist symmetrische Verschlüsselung? Welchen Nachteil hat sie?</w:t>
      </w:r>
    </w:p>
    <w:tbl>
      <w:tblPr>
        <w:tblStyle w:val="Tabellenraster"/>
        <w:tblW w:w="0" w:type="auto"/>
        <w:tblLook w:val="04A0" w:firstRow="1" w:lastRow="0" w:firstColumn="1" w:lastColumn="0" w:noHBand="0" w:noVBand="1"/>
      </w:tblPr>
      <w:tblGrid>
        <w:gridCol w:w="9060"/>
      </w:tblGrid>
      <w:tr w:rsidR="0054572E" w:rsidRPr="0054572E" w:rsidTr="00847538">
        <w:tc>
          <w:tcPr>
            <w:tcW w:w="9060" w:type="dxa"/>
          </w:tcPr>
          <w:p w:rsidR="0054572E" w:rsidRPr="0054572E" w:rsidRDefault="0054572E" w:rsidP="00847538">
            <w:pPr>
              <w:pStyle w:val="Lsung"/>
              <w:rPr>
                <w:rFonts w:cstheme="minorHAnsi"/>
                <w:sz w:val="24"/>
                <w:szCs w:val="24"/>
              </w:rPr>
            </w:pPr>
            <w:r w:rsidRPr="0054572E">
              <w:rPr>
                <w:rFonts w:cstheme="minorHAnsi"/>
                <w:sz w:val="24"/>
                <w:szCs w:val="24"/>
              </w:rPr>
              <w:t>Wer eine Nachricht versendet, verschickt gleichzeitig auch eine Kopie des Schlüssels. Mit diesem Schlüssel entschlüsselt der Empfänger die Nachricht. Die Nachricht wird mit dem gleichen Schlüssel ver- und entschlüsselt. Wird eine Nachricht abgefangen, dann würde auch der Schlüssel abgefangen werden und die Verschlüsselung ist nutzlos.</w:t>
            </w:r>
          </w:p>
          <w:p w:rsidR="0054572E" w:rsidRPr="0054572E" w:rsidRDefault="0054572E" w:rsidP="00847538">
            <w:pPr>
              <w:pStyle w:val="Lsung"/>
              <w:rPr>
                <w:rFonts w:cstheme="minorHAnsi"/>
                <w:sz w:val="24"/>
                <w:szCs w:val="24"/>
              </w:rPr>
            </w:pPr>
          </w:p>
          <w:p w:rsidR="0054572E" w:rsidRPr="0054572E" w:rsidRDefault="0054572E" w:rsidP="00847538">
            <w:pPr>
              <w:pStyle w:val="Lsung"/>
              <w:rPr>
                <w:rFonts w:cstheme="minorHAnsi"/>
                <w:sz w:val="24"/>
                <w:szCs w:val="24"/>
              </w:rPr>
            </w:pPr>
          </w:p>
        </w:tc>
      </w:tr>
    </w:tbl>
    <w:p w:rsidR="0054572E" w:rsidRPr="0054572E" w:rsidRDefault="0054572E" w:rsidP="0054572E">
      <w:pPr>
        <w:spacing w:after="0"/>
        <w:rPr>
          <w:rFonts w:cstheme="minorHAnsi"/>
          <w:sz w:val="24"/>
          <w:szCs w:val="24"/>
        </w:rPr>
      </w:pPr>
    </w:p>
    <w:p w:rsidR="00B60549" w:rsidRDefault="0054572E" w:rsidP="008352EF">
      <w:pPr>
        <w:pStyle w:val="berschrift3"/>
        <w:numPr>
          <w:ilvl w:val="2"/>
          <w:numId w:val="32"/>
        </w:numPr>
        <w:spacing w:before="120"/>
        <w:ind w:left="709" w:hanging="709"/>
        <w:rPr>
          <w:rFonts w:cstheme="minorHAnsi"/>
        </w:rPr>
      </w:pPr>
      <w:r w:rsidRPr="0054572E">
        <w:rPr>
          <w:rFonts w:cstheme="minorHAnsi"/>
        </w:rPr>
        <w:t xml:space="preserve">Zur Verschlüsselung von Dateien steht eine Vielzahl an Open-Source-Software zur Verfügung. </w:t>
      </w:r>
      <w:r w:rsidR="00B60549" w:rsidRPr="0054572E">
        <w:rPr>
          <w:rFonts w:cstheme="minorHAnsi"/>
        </w:rPr>
        <w:t xml:space="preserve">So bietet beispielsweise die Software </w:t>
      </w:r>
      <w:r w:rsidR="00B60549">
        <w:rPr>
          <w:rFonts w:cstheme="minorHAnsi"/>
          <w:i/>
        </w:rPr>
        <w:t>7-Zip</w:t>
      </w:r>
      <w:r w:rsidR="00B60549" w:rsidRPr="0054572E">
        <w:rPr>
          <w:rFonts w:cstheme="minorHAnsi"/>
        </w:rPr>
        <w:t xml:space="preserve"> die</w:t>
      </w:r>
      <w:r w:rsidR="00B60549">
        <w:rPr>
          <w:rFonts w:cstheme="minorHAnsi"/>
        </w:rPr>
        <w:t xml:space="preserve"> Möglichkeit, einzelne Dateien </w:t>
      </w:r>
      <w:r w:rsidR="00B60549" w:rsidRPr="0054572E">
        <w:rPr>
          <w:rFonts w:cstheme="minorHAnsi"/>
        </w:rPr>
        <w:t>oder Dateiordner zu verschlüsseln.</w:t>
      </w:r>
      <w:r w:rsidR="00B60549">
        <w:rPr>
          <w:rFonts w:cstheme="minorHAnsi"/>
        </w:rPr>
        <w:t xml:space="preserve"> </w:t>
      </w:r>
      <w:r w:rsidR="00B60549" w:rsidRPr="0054572E">
        <w:rPr>
          <w:rFonts w:cstheme="minorHAnsi"/>
        </w:rPr>
        <w:br/>
        <w:t xml:space="preserve">Die Software steht Ihnen in </w:t>
      </w:r>
      <w:r w:rsidR="00B60549">
        <w:rPr>
          <w:rFonts w:cstheme="minorHAnsi"/>
        </w:rPr>
        <w:t>im Unterordner '7-ZipPortable</w:t>
      </w:r>
      <w:r w:rsidR="00B60549" w:rsidRPr="0054572E">
        <w:rPr>
          <w:rFonts w:cstheme="minorHAnsi"/>
        </w:rPr>
        <w:t xml:space="preserve">' zur Verfügung. </w:t>
      </w:r>
    </w:p>
    <w:p w:rsidR="0054572E" w:rsidRPr="0054572E" w:rsidRDefault="0054572E" w:rsidP="0054572E">
      <w:pPr>
        <w:rPr>
          <w:rFonts w:cstheme="minorHAnsi"/>
          <w:sz w:val="24"/>
          <w:szCs w:val="24"/>
        </w:rPr>
      </w:pPr>
    </w:p>
    <w:p w:rsidR="00B60549" w:rsidRPr="00B60549" w:rsidRDefault="0054572E" w:rsidP="00B60549">
      <w:pPr>
        <w:pStyle w:val="Listenabsatz"/>
        <w:numPr>
          <w:ilvl w:val="3"/>
          <w:numId w:val="32"/>
        </w:numPr>
        <w:ind w:left="709" w:hanging="709"/>
        <w:rPr>
          <w:rFonts w:cstheme="minorHAnsi"/>
          <w:sz w:val="24"/>
          <w:szCs w:val="24"/>
        </w:rPr>
      </w:pPr>
      <w:r w:rsidRPr="00B60549">
        <w:rPr>
          <w:rFonts w:cstheme="minorHAnsi"/>
          <w:sz w:val="24"/>
          <w:szCs w:val="24"/>
        </w:rPr>
        <w:t xml:space="preserve">Verschlüsseln Sie eine beliebige Datei und versenden Sie diese per E-Mail an </w:t>
      </w:r>
      <w:r w:rsidR="00B60549" w:rsidRPr="00B60549">
        <w:rPr>
          <w:rFonts w:cstheme="minorHAnsi"/>
          <w:sz w:val="24"/>
          <w:szCs w:val="24"/>
        </w:rPr>
        <w:t>einen Mitschüler/eine Mitschülerin Ihrer Klasse</w:t>
      </w:r>
      <w:r w:rsidRPr="00B60549">
        <w:rPr>
          <w:rFonts w:cstheme="minorHAnsi"/>
          <w:sz w:val="24"/>
          <w:szCs w:val="24"/>
        </w:rPr>
        <w:t>.</w:t>
      </w:r>
      <w:r w:rsidRPr="00B60549">
        <w:rPr>
          <w:rFonts w:cstheme="minorHAnsi"/>
          <w:sz w:val="24"/>
          <w:szCs w:val="24"/>
        </w:rPr>
        <w:br/>
        <w:t xml:space="preserve">Einen Link zur Anleitung </w:t>
      </w:r>
      <w:r w:rsidR="00B60549">
        <w:rPr>
          <w:rFonts w:cstheme="minorHAnsi"/>
          <w:sz w:val="24"/>
          <w:szCs w:val="24"/>
        </w:rPr>
        <w:t>der Software</w:t>
      </w:r>
      <w:r w:rsidR="00B60549" w:rsidRPr="00B60549">
        <w:rPr>
          <w:rFonts w:cstheme="minorHAnsi"/>
          <w:sz w:val="24"/>
          <w:szCs w:val="24"/>
        </w:rPr>
        <w:t xml:space="preserve"> </w:t>
      </w:r>
      <w:r w:rsidR="00B60549" w:rsidRPr="00B60549">
        <w:rPr>
          <w:rFonts w:cstheme="minorHAnsi"/>
          <w:i/>
          <w:sz w:val="24"/>
          <w:szCs w:val="24"/>
        </w:rPr>
        <w:t>7-Zip</w:t>
      </w:r>
      <w:r w:rsidR="00B60549" w:rsidRPr="00B60549">
        <w:rPr>
          <w:rFonts w:cstheme="minorHAnsi"/>
          <w:sz w:val="24"/>
          <w:szCs w:val="24"/>
        </w:rPr>
        <w:t xml:space="preserve"> </w:t>
      </w:r>
      <w:r w:rsidR="00B60549">
        <w:rPr>
          <w:rFonts w:cstheme="minorHAnsi"/>
          <w:sz w:val="24"/>
          <w:szCs w:val="24"/>
        </w:rPr>
        <w:t>finden Sie unter folgendem Link:</w:t>
      </w:r>
      <w:r w:rsidR="00B60549">
        <w:rPr>
          <w:rFonts w:cstheme="minorHAnsi"/>
          <w:sz w:val="24"/>
          <w:szCs w:val="24"/>
        </w:rPr>
        <w:br/>
      </w:r>
      <w:r w:rsidR="00B60549" w:rsidRPr="00B60549">
        <w:rPr>
          <w:rFonts w:cstheme="minorHAnsi"/>
          <w:sz w:val="24"/>
          <w:szCs w:val="24"/>
        </w:rPr>
        <w:t>https://praxistipps.c</w:t>
      </w:r>
      <w:bookmarkStart w:id="1" w:name="_GoBack"/>
      <w:bookmarkEnd w:id="1"/>
      <w:r w:rsidR="00B60549" w:rsidRPr="00B60549">
        <w:rPr>
          <w:rFonts w:cstheme="minorHAnsi"/>
          <w:sz w:val="24"/>
          <w:szCs w:val="24"/>
        </w:rPr>
        <w:t>hip.de/7-zip-archivdateien-mit-passwort-verschluesseln_27706</w:t>
      </w:r>
    </w:p>
    <w:p w:rsidR="0054572E" w:rsidRPr="0054572E" w:rsidRDefault="0054572E" w:rsidP="0032399A">
      <w:pPr>
        <w:spacing w:after="0"/>
        <w:rPr>
          <w:rFonts w:cstheme="minorHAnsi"/>
          <w:sz w:val="24"/>
          <w:szCs w:val="24"/>
        </w:rPr>
      </w:pPr>
    </w:p>
    <w:p w:rsidR="0054572E" w:rsidRPr="0054572E" w:rsidRDefault="0054572E" w:rsidP="0054572E">
      <w:pPr>
        <w:ind w:left="709" w:hanging="709"/>
        <w:rPr>
          <w:rFonts w:cstheme="minorHAnsi"/>
          <w:sz w:val="24"/>
          <w:szCs w:val="24"/>
        </w:rPr>
      </w:pPr>
      <w:r w:rsidRPr="0054572E">
        <w:rPr>
          <w:rFonts w:cstheme="minorHAnsi"/>
          <w:sz w:val="24"/>
          <w:szCs w:val="24"/>
        </w:rPr>
        <w:t>1.3.2.2</w:t>
      </w:r>
      <w:r w:rsidRPr="0054572E">
        <w:rPr>
          <w:rFonts w:cstheme="minorHAnsi"/>
          <w:sz w:val="24"/>
          <w:szCs w:val="24"/>
        </w:rPr>
        <w:tab/>
        <w:t xml:space="preserve">Begründen Sie, welches Verschlüsselungsverfahren bei der Software </w:t>
      </w:r>
      <w:r w:rsidR="00763388">
        <w:rPr>
          <w:rFonts w:cstheme="minorHAnsi"/>
          <w:i/>
          <w:sz w:val="24"/>
          <w:szCs w:val="24"/>
        </w:rPr>
        <w:t>7-Zip</w:t>
      </w:r>
      <w:r w:rsidRPr="0054572E">
        <w:rPr>
          <w:rFonts w:cstheme="minorHAnsi"/>
          <w:i/>
          <w:sz w:val="24"/>
          <w:szCs w:val="24"/>
        </w:rPr>
        <w:t xml:space="preserve"> </w:t>
      </w:r>
      <w:r w:rsidRPr="0054572E">
        <w:rPr>
          <w:rFonts w:cstheme="minorHAnsi"/>
          <w:sz w:val="24"/>
          <w:szCs w:val="24"/>
        </w:rPr>
        <w:t>zur Anwendung kommt.</w:t>
      </w:r>
    </w:p>
    <w:tbl>
      <w:tblPr>
        <w:tblStyle w:val="Tabellenraster"/>
        <w:tblW w:w="0" w:type="auto"/>
        <w:tblLook w:val="04A0" w:firstRow="1" w:lastRow="0" w:firstColumn="1" w:lastColumn="0" w:noHBand="0" w:noVBand="1"/>
      </w:tblPr>
      <w:tblGrid>
        <w:gridCol w:w="9060"/>
      </w:tblGrid>
      <w:tr w:rsidR="0054572E" w:rsidRPr="0054572E" w:rsidTr="0014734A">
        <w:tc>
          <w:tcPr>
            <w:tcW w:w="9060" w:type="dxa"/>
          </w:tcPr>
          <w:p w:rsidR="0054572E" w:rsidRPr="0054572E" w:rsidRDefault="0054572E" w:rsidP="0054572E">
            <w:pPr>
              <w:pStyle w:val="Lsung"/>
              <w:rPr>
                <w:rFonts w:cstheme="minorHAnsi"/>
                <w:sz w:val="24"/>
                <w:szCs w:val="24"/>
              </w:rPr>
            </w:pPr>
            <w:r w:rsidRPr="0054572E">
              <w:rPr>
                <w:rFonts w:cstheme="minorHAnsi"/>
                <w:sz w:val="24"/>
                <w:szCs w:val="24"/>
              </w:rPr>
              <w:t>Es handelt sich um ein symmetrisches Verschlüsselungsverfahren. Sie benötigen den Schlüssel, um den Container, in den Sie die Datei kopiert haben, zu verschlüsseln. Ihr Lehrer benötigt diesen Schlüssel ebenfalls, um den Container wieder zu entschlüsseln.</w:t>
            </w:r>
          </w:p>
        </w:tc>
      </w:tr>
    </w:tbl>
    <w:p w:rsidR="0054572E" w:rsidRPr="0054572E" w:rsidRDefault="0054572E" w:rsidP="0054572E">
      <w:pPr>
        <w:rPr>
          <w:rFonts w:cstheme="minorHAnsi"/>
          <w:sz w:val="24"/>
          <w:szCs w:val="24"/>
        </w:rPr>
      </w:pPr>
    </w:p>
    <w:p w:rsidR="0054572E" w:rsidRPr="0054572E" w:rsidRDefault="0054572E" w:rsidP="0054572E">
      <w:pPr>
        <w:ind w:left="709" w:hanging="709"/>
        <w:rPr>
          <w:rFonts w:cstheme="minorHAnsi"/>
          <w:sz w:val="24"/>
          <w:szCs w:val="24"/>
        </w:rPr>
      </w:pPr>
      <w:r w:rsidRPr="0054572E">
        <w:rPr>
          <w:rFonts w:cstheme="minorHAnsi"/>
          <w:sz w:val="24"/>
          <w:szCs w:val="24"/>
        </w:rPr>
        <w:t>1.3.2.3</w:t>
      </w:r>
      <w:r w:rsidRPr="0054572E">
        <w:rPr>
          <w:rFonts w:cstheme="minorHAnsi"/>
          <w:sz w:val="24"/>
          <w:szCs w:val="24"/>
        </w:rPr>
        <w:tab/>
        <w:t>Empfehlen Sie Ihrem Lehrer eine weitere Software, mit der er seine Notenlisten verschlüsselt per E-Mail verschicken kann.</w:t>
      </w:r>
    </w:p>
    <w:tbl>
      <w:tblPr>
        <w:tblStyle w:val="Tabellenraster"/>
        <w:tblW w:w="0" w:type="auto"/>
        <w:tblLook w:val="04A0" w:firstRow="1" w:lastRow="0" w:firstColumn="1" w:lastColumn="0" w:noHBand="0" w:noVBand="1"/>
      </w:tblPr>
      <w:tblGrid>
        <w:gridCol w:w="9060"/>
      </w:tblGrid>
      <w:tr w:rsidR="0054572E" w:rsidRPr="0054572E" w:rsidTr="0014734A">
        <w:tc>
          <w:tcPr>
            <w:tcW w:w="9060" w:type="dxa"/>
          </w:tcPr>
          <w:p w:rsidR="0054572E" w:rsidRPr="0054572E" w:rsidRDefault="0054572E" w:rsidP="008352EF">
            <w:pPr>
              <w:pStyle w:val="Lsung"/>
              <w:rPr>
                <w:rFonts w:cstheme="minorHAnsi"/>
                <w:sz w:val="24"/>
                <w:szCs w:val="24"/>
              </w:rPr>
            </w:pPr>
            <w:r w:rsidRPr="0054572E">
              <w:rPr>
                <w:rFonts w:cstheme="minorHAnsi"/>
                <w:sz w:val="24"/>
                <w:szCs w:val="24"/>
              </w:rPr>
              <w:t>Zum Beispiel:</w:t>
            </w:r>
          </w:p>
          <w:p w:rsidR="00763388" w:rsidRDefault="00763388" w:rsidP="00763388">
            <w:pPr>
              <w:pStyle w:val="Lsung"/>
              <w:numPr>
                <w:ilvl w:val="0"/>
                <w:numId w:val="33"/>
              </w:numPr>
              <w:tabs>
                <w:tab w:val="left" w:pos="4260"/>
                <w:tab w:val="left" w:pos="4620"/>
              </w:tabs>
              <w:spacing w:after="40"/>
              <w:ind w:left="357" w:hanging="357"/>
              <w:rPr>
                <w:rFonts w:cstheme="minorHAnsi"/>
                <w:sz w:val="24"/>
                <w:szCs w:val="24"/>
              </w:rPr>
            </w:pPr>
            <w:r>
              <w:rPr>
                <w:rFonts w:cstheme="minorHAnsi"/>
                <w:sz w:val="24"/>
                <w:szCs w:val="24"/>
              </w:rPr>
              <w:t>VeraCrypt</w:t>
            </w:r>
          </w:p>
          <w:p w:rsidR="0054572E" w:rsidRPr="0054572E" w:rsidRDefault="0054572E" w:rsidP="00763388">
            <w:pPr>
              <w:pStyle w:val="Lsung"/>
              <w:numPr>
                <w:ilvl w:val="0"/>
                <w:numId w:val="33"/>
              </w:numPr>
              <w:tabs>
                <w:tab w:val="left" w:pos="4260"/>
                <w:tab w:val="left" w:pos="4620"/>
              </w:tabs>
              <w:spacing w:after="40"/>
              <w:ind w:left="357" w:hanging="357"/>
              <w:rPr>
                <w:rFonts w:cstheme="minorHAnsi"/>
                <w:sz w:val="24"/>
                <w:szCs w:val="24"/>
              </w:rPr>
            </w:pPr>
            <w:r w:rsidRPr="0054572E">
              <w:rPr>
                <w:rFonts w:cstheme="minorHAnsi"/>
                <w:sz w:val="24"/>
                <w:szCs w:val="24"/>
              </w:rPr>
              <w:t>ProxyCrypt</w:t>
            </w:r>
          </w:p>
          <w:p w:rsidR="0054572E" w:rsidRPr="0054572E" w:rsidRDefault="0054572E" w:rsidP="008352EF">
            <w:pPr>
              <w:pStyle w:val="Lsung"/>
              <w:numPr>
                <w:ilvl w:val="0"/>
                <w:numId w:val="33"/>
              </w:numPr>
              <w:spacing w:after="40"/>
              <w:ind w:left="357" w:hanging="357"/>
              <w:rPr>
                <w:rFonts w:cstheme="minorHAnsi"/>
                <w:sz w:val="24"/>
                <w:szCs w:val="24"/>
              </w:rPr>
            </w:pPr>
            <w:r w:rsidRPr="0054572E">
              <w:rPr>
                <w:rFonts w:cstheme="minorHAnsi"/>
                <w:sz w:val="24"/>
                <w:szCs w:val="24"/>
              </w:rPr>
              <w:t>GNU P</w:t>
            </w:r>
            <w:r w:rsidR="00763388">
              <w:rPr>
                <w:rFonts w:cstheme="minorHAnsi"/>
                <w:sz w:val="24"/>
                <w:szCs w:val="24"/>
              </w:rPr>
              <w:t>r</w:t>
            </w:r>
            <w:r w:rsidRPr="0054572E">
              <w:rPr>
                <w:rFonts w:cstheme="minorHAnsi"/>
                <w:sz w:val="24"/>
                <w:szCs w:val="24"/>
              </w:rPr>
              <w:t>ivacy Guard</w:t>
            </w:r>
          </w:p>
          <w:p w:rsidR="0054572E" w:rsidRPr="008352EF" w:rsidRDefault="0054572E" w:rsidP="00763388">
            <w:pPr>
              <w:pStyle w:val="Lsung"/>
              <w:numPr>
                <w:ilvl w:val="0"/>
                <w:numId w:val="33"/>
              </w:numPr>
              <w:spacing w:after="100"/>
              <w:ind w:left="357" w:hanging="357"/>
              <w:rPr>
                <w:rFonts w:cstheme="minorHAnsi"/>
                <w:sz w:val="24"/>
                <w:szCs w:val="24"/>
              </w:rPr>
            </w:pPr>
            <w:r w:rsidRPr="0054572E">
              <w:rPr>
                <w:rFonts w:cstheme="minorHAnsi"/>
                <w:sz w:val="24"/>
                <w:szCs w:val="24"/>
              </w:rPr>
              <w:t>DiskCryp</w:t>
            </w:r>
            <w:r w:rsidR="00763388">
              <w:rPr>
                <w:rFonts w:cstheme="minorHAnsi"/>
                <w:sz w:val="24"/>
                <w:szCs w:val="24"/>
              </w:rPr>
              <w:t>t</w:t>
            </w:r>
            <w:r w:rsidRPr="0054572E">
              <w:rPr>
                <w:rFonts w:cstheme="minorHAnsi"/>
                <w:sz w:val="24"/>
                <w:szCs w:val="24"/>
              </w:rPr>
              <w:t>or</w:t>
            </w:r>
          </w:p>
        </w:tc>
      </w:tr>
    </w:tbl>
    <w:p w:rsidR="008352EF" w:rsidRDefault="008352EF" w:rsidP="008352EF">
      <w:r>
        <w:br w:type="page"/>
      </w:r>
    </w:p>
    <w:p w:rsidR="008352EF" w:rsidRDefault="008352EF" w:rsidP="008352EF">
      <w:pPr>
        <w:spacing w:after="0"/>
      </w:pPr>
    </w:p>
    <w:p w:rsidR="008352EF" w:rsidRDefault="008352EF" w:rsidP="008352EF">
      <w:pPr>
        <w:pStyle w:val="berschrift3"/>
        <w:numPr>
          <w:ilvl w:val="2"/>
          <w:numId w:val="32"/>
        </w:numPr>
        <w:spacing w:before="120"/>
        <w:ind w:left="709" w:hanging="709"/>
      </w:pPr>
      <w:r>
        <w:t>Wie läuft asymmetrische Ver- und Entschlüsselung ab? Was ist der Vorteil im Vergleich zur symmetrischen Verschlüsselung?</w:t>
      </w:r>
    </w:p>
    <w:tbl>
      <w:tblPr>
        <w:tblStyle w:val="Tabellenraster"/>
        <w:tblW w:w="0" w:type="auto"/>
        <w:tblLook w:val="04A0" w:firstRow="1" w:lastRow="0" w:firstColumn="1" w:lastColumn="0" w:noHBand="0" w:noVBand="1"/>
      </w:tblPr>
      <w:tblGrid>
        <w:gridCol w:w="9060"/>
      </w:tblGrid>
      <w:tr w:rsidR="008352EF" w:rsidTr="0014734A">
        <w:tc>
          <w:tcPr>
            <w:tcW w:w="9060" w:type="dxa"/>
          </w:tcPr>
          <w:p w:rsidR="008352EF" w:rsidRDefault="008352EF" w:rsidP="0014734A">
            <w:pPr>
              <w:pStyle w:val="Lsung"/>
            </w:pPr>
            <w:r>
              <w:t>Bei der asymmetrischen Verschlüsselung existiert ein Schlüsselpaar:</w:t>
            </w:r>
          </w:p>
          <w:p w:rsidR="008352EF" w:rsidRDefault="008352EF" w:rsidP="0014734A">
            <w:pPr>
              <w:pStyle w:val="Lsung"/>
              <w:numPr>
                <w:ilvl w:val="0"/>
                <w:numId w:val="28"/>
              </w:numPr>
            </w:pPr>
            <w:r>
              <w:t>Öffentlicher Schlüssel (vgl. offenes Vorhängeschloss; zum Verschlüsseln)</w:t>
            </w:r>
          </w:p>
          <w:p w:rsidR="008352EF" w:rsidRDefault="008352EF" w:rsidP="0014734A">
            <w:pPr>
              <w:pStyle w:val="Lsung"/>
              <w:numPr>
                <w:ilvl w:val="0"/>
                <w:numId w:val="28"/>
              </w:numPr>
            </w:pPr>
            <w:r>
              <w:t>privater Schlüssel (vgl. Schlüssel; zum Entschlüsseln)</w:t>
            </w:r>
          </w:p>
          <w:p w:rsidR="008352EF" w:rsidRDefault="008352EF" w:rsidP="0014734A">
            <w:pPr>
              <w:pStyle w:val="Lsung"/>
            </w:pPr>
            <w:r>
              <w:t>Es steht ein öffentlicher Schlüssel zur Verfügung. Mit diesem kann der Versender eine Nachricht verschlüsseln (vgl. Vorhängeschloss schließt sich). Diese Nachricht lässt sich mit privatem Schlüssel öffnen. Vorteil: Der private Schlüssel, der zum Entschlüsseln einer Nachricht benötigt wird, wird nie versendet. Abgefangen werden kann nur: der öffentliche Schlüssel, die verschlüsselte Nachricht.</w:t>
            </w:r>
          </w:p>
          <w:p w:rsidR="008352EF" w:rsidRDefault="008352EF" w:rsidP="0014734A">
            <w:pPr>
              <w:pStyle w:val="Lsung"/>
            </w:pPr>
          </w:p>
          <w:p w:rsidR="008352EF" w:rsidRDefault="008352EF" w:rsidP="0014734A">
            <w:pPr>
              <w:pStyle w:val="Lsung"/>
            </w:pPr>
          </w:p>
        </w:tc>
      </w:tr>
    </w:tbl>
    <w:p w:rsidR="008352EF" w:rsidRDefault="008352EF" w:rsidP="008352EF">
      <w:pPr>
        <w:spacing w:after="0"/>
      </w:pPr>
    </w:p>
    <w:p w:rsidR="008352EF" w:rsidRDefault="008352EF" w:rsidP="008352EF">
      <w:pPr>
        <w:spacing w:after="0"/>
      </w:pPr>
    </w:p>
    <w:p w:rsidR="008352EF" w:rsidRDefault="008352EF" w:rsidP="00C22C5C">
      <w:pPr>
        <w:pStyle w:val="berschrift3"/>
        <w:numPr>
          <w:ilvl w:val="2"/>
          <w:numId w:val="32"/>
        </w:numPr>
        <w:spacing w:before="120"/>
        <w:ind w:left="709" w:hanging="709"/>
      </w:pPr>
      <w:r>
        <w:t>Nennen Sie ein Beispiel für ein asymmetrisches Verschlüsselungsverfahren.</w:t>
      </w:r>
    </w:p>
    <w:tbl>
      <w:tblPr>
        <w:tblStyle w:val="Tabellenraster"/>
        <w:tblW w:w="0" w:type="auto"/>
        <w:tblLook w:val="04A0" w:firstRow="1" w:lastRow="0" w:firstColumn="1" w:lastColumn="0" w:noHBand="0" w:noVBand="1"/>
      </w:tblPr>
      <w:tblGrid>
        <w:gridCol w:w="9060"/>
      </w:tblGrid>
      <w:tr w:rsidR="00C22C5C" w:rsidRPr="0054572E" w:rsidTr="0014734A">
        <w:tc>
          <w:tcPr>
            <w:tcW w:w="9060" w:type="dxa"/>
          </w:tcPr>
          <w:p w:rsidR="00C22C5C" w:rsidRPr="0054572E" w:rsidRDefault="00C22C5C" w:rsidP="00C22C5C">
            <w:pPr>
              <w:pStyle w:val="Lsung"/>
              <w:rPr>
                <w:rFonts w:cstheme="minorHAnsi"/>
                <w:sz w:val="24"/>
                <w:szCs w:val="24"/>
              </w:rPr>
            </w:pPr>
            <w:r>
              <w:rPr>
                <w:rFonts w:cstheme="minorHAnsi"/>
                <w:sz w:val="24"/>
                <w:szCs w:val="24"/>
              </w:rPr>
              <w:t>RSA-Verfahren</w:t>
            </w:r>
          </w:p>
        </w:tc>
      </w:tr>
    </w:tbl>
    <w:p w:rsidR="008352EF" w:rsidRDefault="008352EF" w:rsidP="008352EF">
      <w:pPr>
        <w:spacing w:after="0"/>
      </w:pPr>
    </w:p>
    <w:p w:rsidR="008352EF" w:rsidRDefault="008352EF" w:rsidP="008352EF">
      <w:pPr>
        <w:pStyle w:val="berschrift3"/>
        <w:numPr>
          <w:ilvl w:val="2"/>
          <w:numId w:val="32"/>
        </w:numPr>
        <w:ind w:left="709" w:hanging="709"/>
      </w:pPr>
      <w:r>
        <w:t>Überprüfen Sie für zwei Ihrer Apps, ob sie Ende-zu-Ende-Verschlüsselung anbieten und ob der Quellcode „Open-Source“ ist. Suchen Sie ggf. nach Alternativen.</w:t>
      </w:r>
    </w:p>
    <w:p w:rsidR="008352EF" w:rsidRDefault="008352EF" w:rsidP="008352EF">
      <w:pPr>
        <w:spacing w:after="0"/>
      </w:pPr>
    </w:p>
    <w:p w:rsidR="008352EF" w:rsidRDefault="008352EF" w:rsidP="008352EF">
      <w:pPr>
        <w:spacing w:after="0"/>
      </w:pPr>
    </w:p>
    <w:bookmarkEnd w:id="0"/>
    <w:p w:rsidR="008352EF" w:rsidRDefault="008352EF" w:rsidP="008352EF">
      <w:pPr>
        <w:spacing w:after="0"/>
      </w:pPr>
    </w:p>
    <w:sectPr w:rsidR="008352EF" w:rsidSect="002D3954">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2B8" w:rsidRDefault="00C932B8" w:rsidP="004D1159">
      <w:r>
        <w:separator/>
      </w:r>
    </w:p>
  </w:endnote>
  <w:endnote w:type="continuationSeparator" w:id="0">
    <w:p w:rsidR="00C932B8" w:rsidRDefault="00C932B8"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64D" w:rsidRDefault="008D664D">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159" w:rsidRDefault="00175A5C" w:rsidP="00280E13">
    <w:pPr>
      <w:pStyle w:val="Fuzeile"/>
      <w:pBdr>
        <w:top w:val="single" w:sz="4" w:space="1" w:color="auto"/>
      </w:pBdr>
    </w:pPr>
    <w:r w:rsidRPr="00A63AC2">
      <w:rPr>
        <w:sz w:val="18"/>
        <w:szCs w:val="18"/>
      </w:rPr>
      <w:fldChar w:fldCharType="begin"/>
    </w:r>
    <w:r w:rsidRPr="00A63AC2">
      <w:rPr>
        <w:sz w:val="18"/>
        <w:szCs w:val="18"/>
      </w:rPr>
      <w:instrText xml:space="preserve"> FILENAME   \* MERGEFORMAT </w:instrText>
    </w:r>
    <w:r w:rsidRPr="00A63AC2">
      <w:rPr>
        <w:sz w:val="18"/>
        <w:szCs w:val="18"/>
      </w:rPr>
      <w:fldChar w:fldCharType="separate"/>
    </w:r>
    <w:r w:rsidR="008D664D">
      <w:rPr>
        <w:noProof/>
        <w:sz w:val="18"/>
        <w:szCs w:val="18"/>
      </w:rPr>
      <w:t>L3 1.3 Lösung Moderne Verschlüsselungsverfahren.docx</w:t>
    </w:r>
    <w:r w:rsidRPr="00A63AC2">
      <w:rPr>
        <w:noProof/>
        <w:sz w:val="18"/>
        <w:szCs w:val="18"/>
      </w:rPr>
      <w:fldChar w:fldCharType="end"/>
    </w:r>
    <w:r w:rsidR="004D1159">
      <w:tab/>
    </w:r>
    <w:r w:rsidR="004D1159">
      <w:tab/>
    </w:r>
    <w:r w:rsidR="00BF2B0E">
      <w:fldChar w:fldCharType="begin"/>
    </w:r>
    <w:r w:rsidR="00BF2B0E">
      <w:instrText xml:space="preserve"> PAGE   \* MERGEFORMAT </w:instrText>
    </w:r>
    <w:r w:rsidR="00BF2B0E">
      <w:fldChar w:fldCharType="separate"/>
    </w:r>
    <w:r w:rsidR="0032399A">
      <w:rPr>
        <w:noProof/>
      </w:rPr>
      <w:t>2</w:t>
    </w:r>
    <w:r w:rsidR="00BF2B0E">
      <w:rPr>
        <w:noProof/>
      </w:rPr>
      <w:fldChar w:fldCharType="end"/>
    </w:r>
    <w:r w:rsidR="004D1159">
      <w:t xml:space="preserve"> </w:t>
    </w:r>
    <w:r w:rsidR="00A63AC2">
      <w:t>/</w:t>
    </w:r>
    <w:r w:rsidR="004D1159">
      <w:t xml:space="preserve"> </w:t>
    </w:r>
    <w:fldSimple w:instr=" NUMPAGES   \* MERGEFORMAT ">
      <w:r w:rsidR="0032399A">
        <w:rPr>
          <w:noProof/>
        </w:rPr>
        <w:t>2</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64D" w:rsidRDefault="008D664D">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2B8" w:rsidRDefault="00C932B8" w:rsidP="004D1159">
      <w:r>
        <w:separator/>
      </w:r>
    </w:p>
  </w:footnote>
  <w:footnote w:type="continuationSeparator" w:id="0">
    <w:p w:rsidR="00C932B8" w:rsidRDefault="00C932B8" w:rsidP="004D11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64D" w:rsidRDefault="008D664D">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AC2" w:rsidRDefault="0032399A" w:rsidP="00A63AC2">
    <w:pPr>
      <w:pStyle w:val="Kopfzeile"/>
      <w:pBdr>
        <w:bottom w:val="single" w:sz="4" w:space="1" w:color="auto"/>
      </w:pBdr>
    </w:pPr>
    <w:r>
      <w:fldChar w:fldCharType="begin"/>
    </w:r>
    <w:r>
      <w:instrText xml:space="preserve"> STYLEREF  "Überschrift 1"  \* MERGEFORMAT </w:instrText>
    </w:r>
    <w:r>
      <w:fldChar w:fldCharType="separate"/>
    </w:r>
    <w:r>
      <w:rPr>
        <w:noProof/>
      </w:rPr>
      <w:t>Verschlüsselung und Datensicherheit</w:t>
    </w:r>
    <w:r>
      <w:rPr>
        <w:noProof/>
      </w:rPr>
      <w:fldChar w:fldCharType="end"/>
    </w:r>
    <w:r w:rsidR="00A63AC2">
      <w:rPr>
        <w:noProof/>
      </w:rPr>
      <w:tab/>
    </w:r>
    <w:r w:rsidR="00A63AC2">
      <w:rPr>
        <w:noProof/>
      </w:rPr>
      <w:tab/>
      <w:t xml:space="preserve">AB </w:t>
    </w:r>
    <w:r w:rsidR="00A63AC2">
      <w:rPr>
        <w:noProof/>
      </w:rPr>
      <w:fldChar w:fldCharType="begin"/>
    </w:r>
    <w:r w:rsidR="00A63AC2">
      <w:rPr>
        <w:noProof/>
      </w:rPr>
      <w:instrText xml:space="preserve"> STYLEREF  "Überschrift 2" \r  \* MERGEFORMAT </w:instrText>
    </w:r>
    <w:r w:rsidR="00A63AC2">
      <w:rPr>
        <w:noProof/>
      </w:rPr>
      <w:fldChar w:fldCharType="separate"/>
    </w:r>
    <w:r>
      <w:rPr>
        <w:noProof/>
      </w:rPr>
      <w:t>1.3</w:t>
    </w:r>
    <w:r w:rsidR="00A63AC2">
      <w:rPr>
        <w:noProof/>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64D" w:rsidRDefault="008D664D">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8ED667B"/>
    <w:multiLevelType w:val="singleLevel"/>
    <w:tmpl w:val="04070017"/>
    <w:lvl w:ilvl="0">
      <w:start w:val="1"/>
      <w:numFmt w:val="lowerLetter"/>
      <w:lvlText w:val="%1)"/>
      <w:lvlJc w:val="left"/>
      <w:pPr>
        <w:tabs>
          <w:tab w:val="num" w:pos="360"/>
        </w:tabs>
        <w:ind w:left="360" w:hanging="360"/>
      </w:pPr>
    </w:lvl>
  </w:abstractNum>
  <w:abstractNum w:abstractNumId="2" w15:restartNumberingAfterBreak="0">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4" w15:restartNumberingAfterBreak="0">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33E34E7"/>
    <w:multiLevelType w:val="multilevel"/>
    <w:tmpl w:val="8982DBE4"/>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37E49CF"/>
    <w:multiLevelType w:val="multilevel"/>
    <w:tmpl w:val="BC105D0E"/>
    <w:styleLink w:val="Formatvorlage1"/>
    <w:lvl w:ilvl="0">
      <w:start w:val="1"/>
      <w:numFmt w:val="decimal"/>
      <w:lvlText w:val="L3 %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4E523A8"/>
    <w:multiLevelType w:val="multilevel"/>
    <w:tmpl w:val="FD729EC2"/>
    <w:lvl w:ilvl="0">
      <w:start w:val="1"/>
      <w:numFmt w:val="none"/>
      <w:lvlText w:val="L3  1."/>
      <w:lvlJc w:val="left"/>
      <w:pPr>
        <w:ind w:left="1021" w:hanging="1021"/>
      </w:pPr>
      <w:rPr>
        <w:rFonts w:asciiTheme="minorHAnsi" w:hAnsiTheme="minorHAnsi"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71A58F3"/>
    <w:multiLevelType w:val="hybridMultilevel"/>
    <w:tmpl w:val="60284F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C8B0C5C"/>
    <w:multiLevelType w:val="hybridMultilevel"/>
    <w:tmpl w:val="8C844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A44ABA"/>
    <w:multiLevelType w:val="hybridMultilevel"/>
    <w:tmpl w:val="FE1E509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7833BA"/>
    <w:multiLevelType w:val="hybridMultilevel"/>
    <w:tmpl w:val="551686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7875D3"/>
    <w:multiLevelType w:val="multilevel"/>
    <w:tmpl w:val="0878499C"/>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2307834"/>
    <w:multiLevelType w:val="singleLevel"/>
    <w:tmpl w:val="04070017"/>
    <w:lvl w:ilvl="0">
      <w:start w:val="1"/>
      <w:numFmt w:val="lowerLetter"/>
      <w:lvlText w:val="%1)"/>
      <w:lvlJc w:val="left"/>
      <w:pPr>
        <w:tabs>
          <w:tab w:val="num" w:pos="360"/>
        </w:tabs>
        <w:ind w:left="360" w:hanging="360"/>
      </w:pPr>
    </w:lvl>
  </w:abstractNum>
  <w:abstractNum w:abstractNumId="15" w15:restartNumberingAfterBreak="0">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8F358C7"/>
    <w:multiLevelType w:val="hybridMultilevel"/>
    <w:tmpl w:val="F7B2EB5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BD429E"/>
    <w:multiLevelType w:val="hybridMultilevel"/>
    <w:tmpl w:val="BB7AD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23" w15:restartNumberingAfterBreak="0">
    <w:nsid w:val="62A4692F"/>
    <w:multiLevelType w:val="multilevel"/>
    <w:tmpl w:val="23305152"/>
    <w:lvl w:ilvl="0">
      <w:start w:val="1"/>
      <w:numFmt w:val="decimal"/>
      <w:pStyle w:val="berschrift1"/>
      <w:lvlText w:val="L2 %1."/>
      <w:lvlJc w:val="left"/>
      <w:pPr>
        <w:ind w:left="1021" w:hanging="1021"/>
      </w:pPr>
      <w:rPr>
        <w:rFonts w:ascii="Arial Rounded MT Bold" w:hAnsi="Arial Rounded MT Bold" w:hint="default"/>
        <w:sz w:val="36"/>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2138" w:hanging="720"/>
      </w:pPr>
      <w:rPr>
        <w:rFonts w:asciiTheme="minorHAnsi" w:hAnsiTheme="minorHAnsi"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4" w15:restartNumberingAfterBreak="0">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26" w15:restartNumberingAfterBreak="0">
    <w:nsid w:val="6E2C5CAB"/>
    <w:multiLevelType w:val="hybridMultilevel"/>
    <w:tmpl w:val="DD34CA1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2BD024E"/>
    <w:multiLevelType w:val="hybridMultilevel"/>
    <w:tmpl w:val="C17C2F8A"/>
    <w:lvl w:ilvl="0" w:tplc="488A478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7AF5684D"/>
    <w:multiLevelType w:val="hybridMultilevel"/>
    <w:tmpl w:val="56627658"/>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0" w15:restartNumberingAfterBreak="0">
    <w:nsid w:val="7BFD7644"/>
    <w:multiLevelType w:val="hybridMultilevel"/>
    <w:tmpl w:val="AD342E78"/>
    <w:lvl w:ilvl="0" w:tplc="31C0DB48">
      <w:start w:val="1"/>
      <w:numFmt w:val="ordin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3"/>
  </w:num>
  <w:num w:numId="4">
    <w:abstractNumId w:val="1"/>
  </w:num>
  <w:num w:numId="5">
    <w:abstractNumId w:val="14"/>
  </w:num>
  <w:num w:numId="6">
    <w:abstractNumId w:val="20"/>
  </w:num>
  <w:num w:numId="7">
    <w:abstractNumId w:val="4"/>
  </w:num>
  <w:num w:numId="8">
    <w:abstractNumId w:val="2"/>
  </w:num>
  <w:num w:numId="9">
    <w:abstractNumId w:val="12"/>
  </w:num>
  <w:num w:numId="10">
    <w:abstractNumId w:val="24"/>
  </w:num>
  <w:num w:numId="11">
    <w:abstractNumId w:val="23"/>
  </w:num>
  <w:num w:numId="12">
    <w:abstractNumId w:val="27"/>
  </w:num>
  <w:num w:numId="13">
    <w:abstractNumId w:val="16"/>
  </w:num>
  <w:num w:numId="14">
    <w:abstractNumId w:val="15"/>
  </w:num>
  <w:num w:numId="15">
    <w:abstractNumId w:val="22"/>
  </w:num>
  <w:num w:numId="16">
    <w:abstractNumId w:val="19"/>
  </w:num>
  <w:num w:numId="17">
    <w:abstractNumId w:val="21"/>
  </w:num>
  <w:num w:numId="18">
    <w:abstractNumId w:val="17"/>
  </w:num>
  <w:num w:numId="19">
    <w:abstractNumId w:val="6"/>
  </w:num>
  <w:num w:numId="20">
    <w:abstractNumId w:val="7"/>
  </w:num>
  <w:num w:numId="21">
    <w:abstractNumId w:val="30"/>
  </w:num>
  <w:num w:numId="22">
    <w:abstractNumId w:val="23"/>
  </w:num>
  <w:num w:numId="23">
    <w:abstractNumId w:val="11"/>
  </w:num>
  <w:num w:numId="24">
    <w:abstractNumId w:val="9"/>
  </w:num>
  <w:num w:numId="25">
    <w:abstractNumId w:val="26"/>
  </w:num>
  <w:num w:numId="26">
    <w:abstractNumId w:val="10"/>
  </w:num>
  <w:num w:numId="27">
    <w:abstractNumId w:val="28"/>
  </w:num>
  <w:num w:numId="28">
    <w:abstractNumId w:val="18"/>
  </w:num>
  <w:num w:numId="29">
    <w:abstractNumId w:val="23"/>
  </w:num>
  <w:num w:numId="30">
    <w:abstractNumId w:val="13"/>
  </w:num>
  <w:num w:numId="31">
    <w:abstractNumId w:val="29"/>
  </w:num>
  <w:num w:numId="32">
    <w:abstractNumId w:val="5"/>
  </w:num>
  <w:num w:numId="33">
    <w:abstractNumId w:val="8"/>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406DF"/>
    <w:rsid w:val="0004585A"/>
    <w:rsid w:val="00055ED6"/>
    <w:rsid w:val="0006183A"/>
    <w:rsid w:val="0007404A"/>
    <w:rsid w:val="000A2A25"/>
    <w:rsid w:val="000A30C8"/>
    <w:rsid w:val="000B2905"/>
    <w:rsid w:val="000C0818"/>
    <w:rsid w:val="000E26FC"/>
    <w:rsid w:val="001055C8"/>
    <w:rsid w:val="00110574"/>
    <w:rsid w:val="00120A7E"/>
    <w:rsid w:val="001271FA"/>
    <w:rsid w:val="00155B77"/>
    <w:rsid w:val="00162B21"/>
    <w:rsid w:val="0016310D"/>
    <w:rsid w:val="00175A5C"/>
    <w:rsid w:val="001B72FA"/>
    <w:rsid w:val="001C5E06"/>
    <w:rsid w:val="001C63EC"/>
    <w:rsid w:val="001E7E96"/>
    <w:rsid w:val="00232034"/>
    <w:rsid w:val="00261DC4"/>
    <w:rsid w:val="00272455"/>
    <w:rsid w:val="002738D2"/>
    <w:rsid w:val="00280E13"/>
    <w:rsid w:val="002909D7"/>
    <w:rsid w:val="00293368"/>
    <w:rsid w:val="002B0CB0"/>
    <w:rsid w:val="002B7940"/>
    <w:rsid w:val="002D3954"/>
    <w:rsid w:val="002E3E9D"/>
    <w:rsid w:val="002F6885"/>
    <w:rsid w:val="00322944"/>
    <w:rsid w:val="0032399A"/>
    <w:rsid w:val="0032756E"/>
    <w:rsid w:val="00334769"/>
    <w:rsid w:val="00341A65"/>
    <w:rsid w:val="00392F3D"/>
    <w:rsid w:val="003A299F"/>
    <w:rsid w:val="003A5506"/>
    <w:rsid w:val="003C02CF"/>
    <w:rsid w:val="003D38F2"/>
    <w:rsid w:val="003F1EF0"/>
    <w:rsid w:val="003F64B5"/>
    <w:rsid w:val="00414D7B"/>
    <w:rsid w:val="00430931"/>
    <w:rsid w:val="00431325"/>
    <w:rsid w:val="004639A0"/>
    <w:rsid w:val="00465E30"/>
    <w:rsid w:val="00470445"/>
    <w:rsid w:val="00483F44"/>
    <w:rsid w:val="00496977"/>
    <w:rsid w:val="004C47E6"/>
    <w:rsid w:val="004C7C08"/>
    <w:rsid w:val="004D1159"/>
    <w:rsid w:val="004F2ED2"/>
    <w:rsid w:val="005303DC"/>
    <w:rsid w:val="0054572E"/>
    <w:rsid w:val="005A1BE5"/>
    <w:rsid w:val="005B0C25"/>
    <w:rsid w:val="005B2FFB"/>
    <w:rsid w:val="005B5710"/>
    <w:rsid w:val="005B796F"/>
    <w:rsid w:val="005C0154"/>
    <w:rsid w:val="005D2647"/>
    <w:rsid w:val="005D31D5"/>
    <w:rsid w:val="005F52D8"/>
    <w:rsid w:val="00600836"/>
    <w:rsid w:val="00633D62"/>
    <w:rsid w:val="00636F5B"/>
    <w:rsid w:val="00644EF7"/>
    <w:rsid w:val="00665DE6"/>
    <w:rsid w:val="0069365B"/>
    <w:rsid w:val="00694738"/>
    <w:rsid w:val="006C17E2"/>
    <w:rsid w:val="006E0A93"/>
    <w:rsid w:val="006E6D84"/>
    <w:rsid w:val="006F0973"/>
    <w:rsid w:val="0070684B"/>
    <w:rsid w:val="00760F9C"/>
    <w:rsid w:val="00763388"/>
    <w:rsid w:val="00795D23"/>
    <w:rsid w:val="007A1D50"/>
    <w:rsid w:val="007C2ADE"/>
    <w:rsid w:val="007C3A6E"/>
    <w:rsid w:val="00802F80"/>
    <w:rsid w:val="00831494"/>
    <w:rsid w:val="0083209E"/>
    <w:rsid w:val="008352EF"/>
    <w:rsid w:val="008524D3"/>
    <w:rsid w:val="00853748"/>
    <w:rsid w:val="008542BF"/>
    <w:rsid w:val="00871A50"/>
    <w:rsid w:val="00876B18"/>
    <w:rsid w:val="008879DD"/>
    <w:rsid w:val="0089051B"/>
    <w:rsid w:val="00892678"/>
    <w:rsid w:val="008A0722"/>
    <w:rsid w:val="008A0A99"/>
    <w:rsid w:val="008A4DE3"/>
    <w:rsid w:val="008D664D"/>
    <w:rsid w:val="008E3865"/>
    <w:rsid w:val="008F7AD5"/>
    <w:rsid w:val="00930234"/>
    <w:rsid w:val="00975E46"/>
    <w:rsid w:val="009917FF"/>
    <w:rsid w:val="009968A6"/>
    <w:rsid w:val="00A064C6"/>
    <w:rsid w:val="00A30E1A"/>
    <w:rsid w:val="00A34F7B"/>
    <w:rsid w:val="00A37D9B"/>
    <w:rsid w:val="00A612E2"/>
    <w:rsid w:val="00A63AC2"/>
    <w:rsid w:val="00A75473"/>
    <w:rsid w:val="00A765AF"/>
    <w:rsid w:val="00A7701D"/>
    <w:rsid w:val="00A86370"/>
    <w:rsid w:val="00AB231F"/>
    <w:rsid w:val="00AE0B28"/>
    <w:rsid w:val="00AE4F91"/>
    <w:rsid w:val="00B139F9"/>
    <w:rsid w:val="00B16B0C"/>
    <w:rsid w:val="00B25BCC"/>
    <w:rsid w:val="00B60549"/>
    <w:rsid w:val="00B67950"/>
    <w:rsid w:val="00B741EC"/>
    <w:rsid w:val="00B81751"/>
    <w:rsid w:val="00B86C3C"/>
    <w:rsid w:val="00B90FAD"/>
    <w:rsid w:val="00B96369"/>
    <w:rsid w:val="00BC168C"/>
    <w:rsid w:val="00BF2B0E"/>
    <w:rsid w:val="00BF6A84"/>
    <w:rsid w:val="00C018A1"/>
    <w:rsid w:val="00C22C5C"/>
    <w:rsid w:val="00C24D7A"/>
    <w:rsid w:val="00C26CB7"/>
    <w:rsid w:val="00C40B0A"/>
    <w:rsid w:val="00C433AF"/>
    <w:rsid w:val="00C731A3"/>
    <w:rsid w:val="00C8339F"/>
    <w:rsid w:val="00C87EE5"/>
    <w:rsid w:val="00C932B8"/>
    <w:rsid w:val="00CC38D7"/>
    <w:rsid w:val="00CF0910"/>
    <w:rsid w:val="00CF147C"/>
    <w:rsid w:val="00D22B8F"/>
    <w:rsid w:val="00D74FE7"/>
    <w:rsid w:val="00D76AF8"/>
    <w:rsid w:val="00D80A2A"/>
    <w:rsid w:val="00D81C07"/>
    <w:rsid w:val="00D8206B"/>
    <w:rsid w:val="00D8373C"/>
    <w:rsid w:val="00DC6DC1"/>
    <w:rsid w:val="00E3066C"/>
    <w:rsid w:val="00E4255A"/>
    <w:rsid w:val="00E457CD"/>
    <w:rsid w:val="00E462F9"/>
    <w:rsid w:val="00E617DB"/>
    <w:rsid w:val="00EA48B8"/>
    <w:rsid w:val="00EC614C"/>
    <w:rsid w:val="00F0079F"/>
    <w:rsid w:val="00F21651"/>
    <w:rsid w:val="00F30725"/>
    <w:rsid w:val="00F33583"/>
    <w:rsid w:val="00F378B6"/>
    <w:rsid w:val="00FA3906"/>
    <w:rsid w:val="00FD7CF7"/>
    <w:rsid w:val="00FF49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DED867"/>
  <w15:docId w15:val="{671347BB-8010-463D-8C93-D4312758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41EC"/>
    <w:pPr>
      <w:spacing w:after="120"/>
    </w:pPr>
    <w:rPr>
      <w:rFonts w:asciiTheme="minorHAnsi" w:eastAsia="Times New Roman" w:hAnsiTheme="minorHAnsi"/>
      <w:sz w:val="22"/>
    </w:rPr>
  </w:style>
  <w:style w:type="paragraph" w:styleId="berschrift1">
    <w:name w:val="heading 1"/>
    <w:basedOn w:val="Standard"/>
    <w:next w:val="Standard"/>
    <w:link w:val="berschrift1Zchn"/>
    <w:qFormat/>
    <w:rsid w:val="00110574"/>
    <w:pPr>
      <w:keepNext/>
      <w:numPr>
        <w:numId w:val="11"/>
      </w:numPr>
      <w:spacing w:before="240" w:after="60"/>
      <w:outlineLvl w:val="0"/>
    </w:pPr>
    <w:rPr>
      <w:b/>
      <w:kern w:val="28"/>
      <w:sz w:val="36"/>
    </w:rPr>
  </w:style>
  <w:style w:type="paragraph" w:styleId="berschrift2">
    <w:name w:val="heading 2"/>
    <w:basedOn w:val="Standard"/>
    <w:next w:val="Standard"/>
    <w:link w:val="berschrift2Zchn"/>
    <w:qFormat/>
    <w:rsid w:val="00261DC4"/>
    <w:pPr>
      <w:keepNext/>
      <w:numPr>
        <w:ilvl w:val="1"/>
        <w:numId w:val="11"/>
      </w:numPr>
      <w:spacing w:before="240"/>
      <w:outlineLvl w:val="1"/>
    </w:pPr>
    <w:rPr>
      <w:sz w:val="28"/>
    </w:rPr>
  </w:style>
  <w:style w:type="paragraph" w:styleId="berschrift3">
    <w:name w:val="heading 3"/>
    <w:basedOn w:val="Standard"/>
    <w:next w:val="Standard"/>
    <w:link w:val="berschrift3Zchn"/>
    <w:uiPriority w:val="9"/>
    <w:unhideWhenUsed/>
    <w:qFormat/>
    <w:rsid w:val="00261DC4"/>
    <w:pPr>
      <w:keepNext/>
      <w:keepLines/>
      <w:numPr>
        <w:ilvl w:val="2"/>
        <w:numId w:val="11"/>
      </w:numPr>
      <w:spacing w:before="240"/>
      <w:outlineLvl w:val="2"/>
    </w:pPr>
    <w:rPr>
      <w:rFonts w:eastAsiaTheme="majorEastAsia" w:cstheme="majorBidi"/>
      <w:sz w:val="24"/>
      <w:szCs w:val="24"/>
    </w:rPr>
  </w:style>
  <w:style w:type="paragraph" w:styleId="berschrift4">
    <w:name w:val="heading 4"/>
    <w:basedOn w:val="Standard"/>
    <w:next w:val="Standard"/>
    <w:link w:val="berschrift4Zchn"/>
    <w:uiPriority w:val="9"/>
    <w:unhideWhenUsed/>
    <w:qFormat/>
    <w:rsid w:val="00110574"/>
    <w:pPr>
      <w:keepNext/>
      <w:keepLines/>
      <w:numPr>
        <w:ilvl w:val="3"/>
        <w:numId w:val="11"/>
      </w:numPr>
      <w:spacing w:before="40" w:after="0"/>
      <w:outlineLvl w:val="3"/>
    </w:pPr>
    <w:rPr>
      <w:rFonts w:eastAsiaTheme="majorEastAsia" w:cstheme="majorBidi"/>
      <w:iCs/>
    </w:rPr>
  </w:style>
  <w:style w:type="paragraph" w:styleId="berschrift5">
    <w:name w:val="heading 5"/>
    <w:basedOn w:val="Standard"/>
    <w:next w:val="Standard"/>
    <w:link w:val="berschrift5Zchn"/>
    <w:uiPriority w:val="9"/>
    <w:unhideWhenUsed/>
    <w:qFormat/>
    <w:rsid w:val="00A612E2"/>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10574"/>
    <w:rPr>
      <w:rFonts w:asciiTheme="minorHAnsi" w:eastAsia="Times New Roman" w:hAnsiTheme="minorHAnsi"/>
      <w:b/>
      <w:kern w:val="28"/>
      <w:sz w:val="36"/>
    </w:rPr>
  </w:style>
  <w:style w:type="character" w:customStyle="1" w:styleId="berschrift2Zchn">
    <w:name w:val="Überschrift 2 Zchn"/>
    <w:link w:val="berschrift2"/>
    <w:rsid w:val="00261DC4"/>
    <w:rPr>
      <w:rFonts w:asciiTheme="minorHAnsi" w:eastAsia="Times New Roman" w:hAnsiTheme="minorHAnsi"/>
      <w:sz w:val="28"/>
    </w:rPr>
  </w:style>
  <w:style w:type="paragraph" w:customStyle="1" w:styleId="script-standard">
    <w:name w:val="script-standard"/>
    <w:basedOn w:val="Standard"/>
    <w:rsid w:val="005A1BE5"/>
    <w:pPr>
      <w:widowControl w:val="0"/>
      <w:jc w:val="both"/>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jc w:val="both"/>
    </w:pPr>
    <w:rPr>
      <w:rFonts w:ascii="Arial" w:hAnsi="Arial"/>
      <w:sz w:val="18"/>
    </w:rPr>
  </w:style>
  <w:style w:type="paragraph" w:customStyle="1" w:styleId="script-flietext">
    <w:name w:val="script-fließtext"/>
    <w:basedOn w:val="Standard"/>
    <w:rsid w:val="005A1BE5"/>
    <w:pPr>
      <w:widowControl w:val="0"/>
      <w:spacing w:before="120"/>
      <w:jc w:val="both"/>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6E0A93"/>
    <w:pPr>
      <w:spacing w:after="60"/>
      <w:ind w:left="720"/>
    </w:pPr>
  </w:style>
  <w:style w:type="table" w:styleId="Tabellenraster">
    <w:name w:val="Table Grid"/>
    <w:basedOn w:val="NormaleTabelle"/>
    <w:uiPriority w:val="59"/>
    <w:rsid w:val="007A1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61DC4"/>
    <w:rPr>
      <w:rFonts w:asciiTheme="minorHAnsi" w:eastAsiaTheme="majorEastAsia" w:hAnsiTheme="minorHAnsi" w:cstheme="majorBidi"/>
      <w:sz w:val="24"/>
      <w:szCs w:val="24"/>
    </w:rPr>
  </w:style>
  <w:style w:type="character" w:customStyle="1" w:styleId="berschrift4Zchn">
    <w:name w:val="Überschrift 4 Zchn"/>
    <w:basedOn w:val="Absatz-Standardschriftart"/>
    <w:link w:val="berschrift4"/>
    <w:uiPriority w:val="9"/>
    <w:rsid w:val="00110574"/>
    <w:rPr>
      <w:rFonts w:asciiTheme="minorHAnsi" w:eastAsiaTheme="majorEastAsia" w:hAnsiTheme="minorHAnsi" w:cstheme="majorBidi"/>
      <w:iCs/>
      <w:sz w:val="22"/>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paragraph" w:customStyle="1" w:styleId="Lsung">
    <w:name w:val="Lösung"/>
    <w:basedOn w:val="Standard"/>
    <w:qFormat/>
    <w:rsid w:val="00876B18"/>
    <w:rPr>
      <w:color w:val="C00000"/>
    </w:rPr>
  </w:style>
  <w:style w:type="numbering" w:customStyle="1" w:styleId="Formatvorlage1">
    <w:name w:val="Formatvorlage1"/>
    <w:uiPriority w:val="99"/>
    <w:rsid w:val="00D76AF8"/>
    <w:pPr>
      <w:numPr>
        <w:numId w:val="19"/>
      </w:numPr>
    </w:pPr>
  </w:style>
  <w:style w:type="character" w:styleId="HTMLSchreibmaschine">
    <w:name w:val="HTML Typewriter"/>
    <w:basedOn w:val="Absatz-Standardschriftart"/>
    <w:uiPriority w:val="99"/>
    <w:semiHidden/>
    <w:unhideWhenUsed/>
    <w:rsid w:val="00055ED6"/>
    <w:rPr>
      <w:rFonts w:ascii="Courier New" w:eastAsia="Times New Roman" w:hAnsi="Courier New" w:cs="Courier New"/>
      <w:sz w:val="20"/>
      <w:szCs w:val="20"/>
    </w:rPr>
  </w:style>
  <w:style w:type="character" w:styleId="Platzhaltertext">
    <w:name w:val="Placeholder Text"/>
    <w:basedOn w:val="Absatz-Standardschriftart"/>
    <w:uiPriority w:val="99"/>
    <w:semiHidden/>
    <w:rsid w:val="00055ED6"/>
    <w:rPr>
      <w:color w:val="808080"/>
    </w:rPr>
  </w:style>
  <w:style w:type="character" w:styleId="Hyperlink">
    <w:name w:val="Hyperlink"/>
    <w:basedOn w:val="Absatz-Standardschriftart"/>
    <w:uiPriority w:val="99"/>
    <w:unhideWhenUsed/>
    <w:rsid w:val="00F007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D083DB4B.dotm</Template>
  <TotalTime>0</TotalTime>
  <Pages>2</Pages>
  <Words>381</Words>
  <Characters>2406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Hartmut.Tobiasch</dc:creator>
  <cp:lastModifiedBy>RStreb</cp:lastModifiedBy>
  <cp:revision>12</cp:revision>
  <cp:lastPrinted>2014-11-11T08:19:00Z</cp:lastPrinted>
  <dcterms:created xsi:type="dcterms:W3CDTF">2018-05-03T14:46:00Z</dcterms:created>
  <dcterms:modified xsi:type="dcterms:W3CDTF">2018-09-03T12:35:00Z</dcterms:modified>
</cp:coreProperties>
</file>